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D27753" wp14:editId="2D38617A">
                      <wp:simplePos x="0" y="0"/>
                      <wp:positionH relativeFrom="page">
                        <wp:posOffset>2774950</wp:posOffset>
                      </wp:positionH>
                      <wp:positionV relativeFrom="page">
                        <wp:posOffset>85725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45206" w:rsidRPr="005F3398" w:rsidRDefault="00F45206" w:rsidP="00F45206">
                                  <w:pPr>
                                    <w:spacing w:after="0" w:line="240" w:lineRule="auto"/>
                                    <w:rPr>
                                      <w:rFonts w:ascii="Verdana" w:eastAsia="Calibri" w:hAnsi="Verdana" w:cs="Times New Roman"/>
                                      <w:sz w:val="20"/>
                                      <w:szCs w:val="21"/>
                                    </w:rPr>
                                  </w:pPr>
                                  <w:r w:rsidRPr="005F3398">
                                    <w:rPr>
                                      <w:rFonts w:ascii="Verdana" w:eastAsia="Calibri" w:hAnsi="Verdana" w:cs="Times New Roman"/>
                                      <w:sz w:val="20"/>
                                      <w:szCs w:val="21"/>
                                    </w:rPr>
                                    <w:t>Správa železnic, státní organizace</w:t>
                                  </w:r>
                                </w:p>
                                <w:p w:rsidR="00F45206" w:rsidRPr="00B1144E" w:rsidRDefault="00F45206" w:rsidP="00F45206">
                                  <w:pPr>
                                    <w:spacing w:after="0"/>
                                  </w:pPr>
                                  <w:r w:rsidRPr="00B1144E">
                                    <w:rPr>
                                      <w:rFonts w:ascii="Verdana" w:eastAsia="Calibri" w:hAnsi="Verdana" w:cs="Times New Roman"/>
                                      <w:sz w:val="20"/>
                                      <w:szCs w:val="21"/>
                                    </w:rPr>
                                    <w:t>Dlážděná 1003/7</w:t>
                                  </w:r>
                                </w:p>
                                <w:p w:rsidR="00F45206" w:rsidRPr="00B1144E" w:rsidRDefault="00F45206" w:rsidP="00F45206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B1144E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110 00 Praha 1</w:t>
                                  </w:r>
                                </w:p>
                                <w:p w:rsidR="00F45206" w:rsidRDefault="00F45206" w:rsidP="00F45206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</w:rPr>
                                  </w:pPr>
                                </w:p>
                                <w:p w:rsidR="00F45206" w:rsidRPr="005F3398" w:rsidRDefault="00F45206" w:rsidP="00F45206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</w:rPr>
                                  </w:pPr>
                                  <w:r w:rsidRPr="005F3398">
                                    <w:rPr>
                                      <w:rFonts w:ascii="Verdana" w:eastAsia="Verdana" w:hAnsi="Verdana" w:cs="Times New Roman"/>
                                    </w:rPr>
                                    <w:t xml:space="preserve">přes </w:t>
                                  </w:r>
                                  <w:proofErr w:type="spellStart"/>
                                  <w:proofErr w:type="gramStart"/>
                                  <w:r w:rsidR="00822DE2">
                                    <w:rPr>
                                      <w:rFonts w:ascii="Verdana" w:eastAsia="Verdana" w:hAnsi="Verdana" w:cs="Times New Roman"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  <w:p w:rsidR="00E22C44" w:rsidRDefault="00E22C44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:rsidR="00E22C44" w:rsidRDefault="00E22C44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:rsidR="00E22C44" w:rsidRPr="00A51C32" w:rsidRDefault="00E22C4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D277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8.5pt;margin-top:6.75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D4hW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F45206" w:rsidRPr="005F3398" w:rsidRDefault="00F45206" w:rsidP="00F45206">
                            <w:pPr>
                              <w:spacing w:after="0" w:line="240" w:lineRule="auto"/>
                              <w:rPr>
                                <w:rFonts w:ascii="Verdana" w:eastAsia="Calibri" w:hAnsi="Verdana" w:cs="Times New Roman"/>
                                <w:sz w:val="20"/>
                                <w:szCs w:val="21"/>
                              </w:rPr>
                            </w:pPr>
                            <w:r w:rsidRPr="005F3398">
                              <w:rPr>
                                <w:rFonts w:ascii="Verdana" w:eastAsia="Calibri" w:hAnsi="Verdana" w:cs="Times New Roman"/>
                                <w:sz w:val="20"/>
                                <w:szCs w:val="21"/>
                              </w:rPr>
                              <w:t>Správa železnic, státní organizace</w:t>
                            </w:r>
                          </w:p>
                          <w:p w:rsidR="00F45206" w:rsidRPr="00B1144E" w:rsidRDefault="00F45206" w:rsidP="00F45206">
                            <w:pPr>
                              <w:spacing w:after="0"/>
                            </w:pPr>
                            <w:r w:rsidRPr="00B1144E">
                              <w:rPr>
                                <w:rFonts w:ascii="Verdana" w:eastAsia="Calibri" w:hAnsi="Verdana" w:cs="Times New Roman"/>
                                <w:sz w:val="20"/>
                                <w:szCs w:val="21"/>
                              </w:rPr>
                              <w:t>Dlážděná 1003/7</w:t>
                            </w:r>
                          </w:p>
                          <w:p w:rsidR="00F45206" w:rsidRPr="00B1144E" w:rsidRDefault="00F45206" w:rsidP="00F45206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sz w:val="20"/>
                                <w:szCs w:val="20"/>
                              </w:rPr>
                            </w:pPr>
                            <w:r w:rsidRPr="00B1144E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110 00 Praha 1</w:t>
                            </w:r>
                          </w:p>
                          <w:p w:rsidR="00F45206" w:rsidRDefault="00F45206" w:rsidP="00F45206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</w:rPr>
                            </w:pPr>
                          </w:p>
                          <w:p w:rsidR="00F45206" w:rsidRPr="005F3398" w:rsidRDefault="00F45206" w:rsidP="00F45206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</w:rPr>
                            </w:pPr>
                            <w:r w:rsidRPr="005F3398">
                              <w:rPr>
                                <w:rFonts w:ascii="Verdana" w:eastAsia="Verdana" w:hAnsi="Verdana" w:cs="Times New Roman"/>
                              </w:rPr>
                              <w:t xml:space="preserve">přes </w:t>
                            </w:r>
                            <w:proofErr w:type="spellStart"/>
                            <w:proofErr w:type="gramStart"/>
                            <w:r w:rsidR="00822DE2">
                              <w:rPr>
                                <w:rFonts w:ascii="Verdana" w:eastAsia="Verdana" w:hAnsi="Verdana" w:cs="Times New Roman"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  <w:p w:rsidR="00E22C44" w:rsidRDefault="00E22C44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:rsidR="00E22C44" w:rsidRDefault="00E22C44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:rsidR="00E22C44" w:rsidRPr="00A51C32" w:rsidRDefault="00E22C44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4B09BA" w:rsidRDefault="00822DE2" w:rsidP="00822DE2">
            <w:r>
              <w:t>83</w:t>
            </w:r>
            <w:bookmarkStart w:id="0" w:name="_GoBack"/>
            <w:bookmarkEnd w:id="0"/>
            <w:r w:rsidR="00CE3D1C" w:rsidRPr="00CE3D1C">
              <w:t>/202</w:t>
            </w:r>
            <w:r>
              <w:t>3</w:t>
            </w:r>
            <w:r w:rsidR="00CE3D1C" w:rsidRPr="00CE3D1C">
              <w:t>-SŽ-SŽG-RP BNO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E12C12" w:rsidP="00E12C12">
            <w:r>
              <w:t>Stran</w:t>
            </w:r>
          </w:p>
        </w:tc>
        <w:tc>
          <w:tcPr>
            <w:tcW w:w="2552" w:type="dxa"/>
          </w:tcPr>
          <w:p w:rsidR="00F862D6" w:rsidRDefault="00E12C12" w:rsidP="007559B5">
            <w:r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751C99" w:rsidTr="00F862D6">
        <w:tc>
          <w:tcPr>
            <w:tcW w:w="1020" w:type="dxa"/>
          </w:tcPr>
          <w:p w:rsidR="00751C99" w:rsidRDefault="00751C99" w:rsidP="00751C99">
            <w:r>
              <w:t>Vyřizuje</w:t>
            </w:r>
          </w:p>
        </w:tc>
        <w:tc>
          <w:tcPr>
            <w:tcW w:w="2552" w:type="dxa"/>
          </w:tcPr>
          <w:p w:rsidR="00751C99" w:rsidRDefault="00751C99" w:rsidP="00751C99">
            <w:r>
              <w:t>Jan Ondruška</w:t>
            </w:r>
          </w:p>
        </w:tc>
        <w:tc>
          <w:tcPr>
            <w:tcW w:w="823" w:type="dxa"/>
          </w:tcPr>
          <w:p w:rsidR="00751C99" w:rsidRDefault="00751C99" w:rsidP="00751C99"/>
        </w:tc>
        <w:tc>
          <w:tcPr>
            <w:tcW w:w="3685" w:type="dxa"/>
            <w:vMerge/>
          </w:tcPr>
          <w:p w:rsidR="00751C99" w:rsidRDefault="00751C99" w:rsidP="00751C99"/>
        </w:tc>
      </w:tr>
      <w:tr w:rsidR="00751C99" w:rsidTr="00F862D6">
        <w:tc>
          <w:tcPr>
            <w:tcW w:w="1020" w:type="dxa"/>
          </w:tcPr>
          <w:p w:rsidR="00751C99" w:rsidRDefault="00751C99" w:rsidP="00751C99">
            <w:r>
              <w:t>Telefon</w:t>
            </w:r>
          </w:p>
        </w:tc>
        <w:tc>
          <w:tcPr>
            <w:tcW w:w="2552" w:type="dxa"/>
          </w:tcPr>
          <w:p w:rsidR="00751C99" w:rsidRDefault="00751C99" w:rsidP="00751C99">
            <w:r w:rsidRPr="004F6885">
              <w:t xml:space="preserve">+420 </w:t>
            </w:r>
            <w:r w:rsidRPr="008056AB">
              <w:t>972 624 535</w:t>
            </w:r>
          </w:p>
        </w:tc>
        <w:tc>
          <w:tcPr>
            <w:tcW w:w="823" w:type="dxa"/>
          </w:tcPr>
          <w:p w:rsidR="00751C99" w:rsidRDefault="00751C99" w:rsidP="00751C99"/>
        </w:tc>
        <w:tc>
          <w:tcPr>
            <w:tcW w:w="3685" w:type="dxa"/>
            <w:vMerge/>
          </w:tcPr>
          <w:p w:rsidR="00751C99" w:rsidRDefault="00751C99" w:rsidP="00751C99"/>
        </w:tc>
      </w:tr>
      <w:tr w:rsidR="00751C99" w:rsidTr="00F862D6">
        <w:tc>
          <w:tcPr>
            <w:tcW w:w="1020" w:type="dxa"/>
          </w:tcPr>
          <w:p w:rsidR="00751C99" w:rsidRDefault="00751C99" w:rsidP="00751C99">
            <w:r>
              <w:t>Mobil</w:t>
            </w:r>
          </w:p>
        </w:tc>
        <w:tc>
          <w:tcPr>
            <w:tcW w:w="2552" w:type="dxa"/>
          </w:tcPr>
          <w:p w:rsidR="00751C99" w:rsidRDefault="00751C99" w:rsidP="00751C99">
            <w:r>
              <w:t xml:space="preserve">+420 </w:t>
            </w:r>
            <w:r w:rsidRPr="008056AB">
              <w:t>702 122 652</w:t>
            </w:r>
          </w:p>
        </w:tc>
        <w:tc>
          <w:tcPr>
            <w:tcW w:w="823" w:type="dxa"/>
          </w:tcPr>
          <w:p w:rsidR="00751C99" w:rsidRDefault="00751C99" w:rsidP="00751C99"/>
        </w:tc>
        <w:tc>
          <w:tcPr>
            <w:tcW w:w="3685" w:type="dxa"/>
            <w:vMerge/>
          </w:tcPr>
          <w:p w:rsidR="00751C99" w:rsidRDefault="00751C99" w:rsidP="00751C99"/>
        </w:tc>
      </w:tr>
      <w:tr w:rsidR="00751C99" w:rsidTr="00F862D6">
        <w:tc>
          <w:tcPr>
            <w:tcW w:w="1020" w:type="dxa"/>
          </w:tcPr>
          <w:p w:rsidR="00751C99" w:rsidRDefault="00751C99" w:rsidP="00751C99">
            <w:r>
              <w:t>E-mail</w:t>
            </w:r>
          </w:p>
        </w:tc>
        <w:tc>
          <w:tcPr>
            <w:tcW w:w="2552" w:type="dxa"/>
          </w:tcPr>
          <w:p w:rsidR="00751C99" w:rsidRDefault="00751C99" w:rsidP="00FE3C2A">
            <w:r w:rsidRPr="008056AB">
              <w:t>Ondruska</w:t>
            </w:r>
            <w:r w:rsidR="00FE3C2A">
              <w:t>J</w:t>
            </w:r>
            <w:r w:rsidRPr="008056AB">
              <w:t>@spravazeleznic.cz</w:t>
            </w:r>
          </w:p>
        </w:tc>
        <w:tc>
          <w:tcPr>
            <w:tcW w:w="823" w:type="dxa"/>
          </w:tcPr>
          <w:p w:rsidR="00751C99" w:rsidRDefault="00751C99" w:rsidP="00751C99"/>
        </w:tc>
        <w:tc>
          <w:tcPr>
            <w:tcW w:w="3685" w:type="dxa"/>
            <w:vMerge/>
          </w:tcPr>
          <w:p w:rsidR="00751C99" w:rsidRDefault="00751C99" w:rsidP="00751C99"/>
        </w:tc>
      </w:tr>
      <w:tr w:rsidR="004B09BA" w:rsidTr="00F862D6">
        <w:tc>
          <w:tcPr>
            <w:tcW w:w="1020" w:type="dxa"/>
          </w:tcPr>
          <w:p w:rsidR="004B09BA" w:rsidRDefault="004B09BA" w:rsidP="004B09BA"/>
        </w:tc>
        <w:tc>
          <w:tcPr>
            <w:tcW w:w="2552" w:type="dxa"/>
          </w:tcPr>
          <w:p w:rsidR="004B09BA" w:rsidRDefault="004B09BA" w:rsidP="004B09BA"/>
        </w:tc>
        <w:tc>
          <w:tcPr>
            <w:tcW w:w="823" w:type="dxa"/>
          </w:tcPr>
          <w:p w:rsidR="004B09BA" w:rsidRDefault="004B09BA" w:rsidP="004B09BA"/>
        </w:tc>
        <w:tc>
          <w:tcPr>
            <w:tcW w:w="3685" w:type="dxa"/>
          </w:tcPr>
          <w:p w:rsidR="004B09BA" w:rsidRDefault="004B09BA" w:rsidP="004B09BA"/>
        </w:tc>
      </w:tr>
      <w:tr w:rsidR="004D3A1A" w:rsidTr="00F862D6">
        <w:tc>
          <w:tcPr>
            <w:tcW w:w="1020" w:type="dxa"/>
          </w:tcPr>
          <w:p w:rsidR="004D3A1A" w:rsidRDefault="004D3A1A" w:rsidP="00E22C44">
            <w:r>
              <w:t>Datum</w:t>
            </w:r>
          </w:p>
        </w:tc>
        <w:tc>
          <w:tcPr>
            <w:tcW w:w="2552" w:type="dxa"/>
          </w:tcPr>
          <w:p w:rsidR="004D3A1A" w:rsidRDefault="00EF26E2" w:rsidP="00EF26E2">
            <w:proofErr w:type="gramStart"/>
            <w:r>
              <w:t>4.1.2023</w:t>
            </w:r>
            <w:proofErr w:type="gramEnd"/>
          </w:p>
        </w:tc>
        <w:tc>
          <w:tcPr>
            <w:tcW w:w="823" w:type="dxa"/>
          </w:tcPr>
          <w:p w:rsidR="004D3A1A" w:rsidRDefault="004D3A1A" w:rsidP="004B09BA"/>
        </w:tc>
        <w:tc>
          <w:tcPr>
            <w:tcW w:w="3685" w:type="dxa"/>
          </w:tcPr>
          <w:p w:rsidR="004D3A1A" w:rsidRDefault="004D3A1A" w:rsidP="004B09BA"/>
        </w:tc>
      </w:tr>
      <w:tr w:rsidR="004D3A1A" w:rsidTr="00F862D6">
        <w:tc>
          <w:tcPr>
            <w:tcW w:w="1020" w:type="dxa"/>
          </w:tcPr>
          <w:p w:rsidR="004D3A1A" w:rsidRDefault="004D3A1A" w:rsidP="0077673A"/>
        </w:tc>
        <w:tc>
          <w:tcPr>
            <w:tcW w:w="2552" w:type="dxa"/>
          </w:tcPr>
          <w:p w:rsidR="004D3A1A" w:rsidRDefault="004D3A1A" w:rsidP="00F310F8"/>
        </w:tc>
        <w:tc>
          <w:tcPr>
            <w:tcW w:w="823" w:type="dxa"/>
          </w:tcPr>
          <w:p w:rsidR="004D3A1A" w:rsidRDefault="004D3A1A" w:rsidP="0077673A"/>
        </w:tc>
        <w:tc>
          <w:tcPr>
            <w:tcW w:w="3685" w:type="dxa"/>
          </w:tcPr>
          <w:p w:rsidR="004D3A1A" w:rsidRDefault="004D3A1A" w:rsidP="0077673A"/>
        </w:tc>
      </w:tr>
      <w:tr w:rsidR="004D3A1A" w:rsidTr="000F2A64">
        <w:trPr>
          <w:trHeight w:val="467"/>
        </w:trPr>
        <w:tc>
          <w:tcPr>
            <w:tcW w:w="1020" w:type="dxa"/>
          </w:tcPr>
          <w:p w:rsidR="004D3A1A" w:rsidRDefault="004D3A1A" w:rsidP="0077673A"/>
          <w:p w:rsidR="00CF5CB4" w:rsidRDefault="00CF5CB4" w:rsidP="0077673A"/>
        </w:tc>
        <w:tc>
          <w:tcPr>
            <w:tcW w:w="2552" w:type="dxa"/>
          </w:tcPr>
          <w:p w:rsidR="004D3A1A" w:rsidRDefault="004D3A1A" w:rsidP="00F310F8"/>
        </w:tc>
        <w:tc>
          <w:tcPr>
            <w:tcW w:w="823" w:type="dxa"/>
          </w:tcPr>
          <w:p w:rsidR="004D3A1A" w:rsidRDefault="004D3A1A" w:rsidP="0077673A"/>
        </w:tc>
        <w:tc>
          <w:tcPr>
            <w:tcW w:w="3685" w:type="dxa"/>
          </w:tcPr>
          <w:p w:rsidR="004D3A1A" w:rsidRDefault="004D3A1A" w:rsidP="0077673A"/>
        </w:tc>
      </w:tr>
    </w:tbl>
    <w:p w:rsidR="00CF5CB4" w:rsidRDefault="00CF5CB4" w:rsidP="00DB5F50">
      <w:pPr>
        <w:spacing w:after="0" w:line="240" w:lineRule="auto"/>
        <w:rPr>
          <w:b/>
        </w:rPr>
      </w:pPr>
    </w:p>
    <w:p w:rsidR="002F79CE" w:rsidRDefault="008825D0" w:rsidP="00DB5F50">
      <w:pPr>
        <w:spacing w:after="0" w:line="240" w:lineRule="auto"/>
        <w:rPr>
          <w:b/>
        </w:rPr>
      </w:pPr>
      <w:r w:rsidRPr="008825D0">
        <w:rPr>
          <w:b/>
        </w:rPr>
        <w:t>Posun neutrálního pole v zastávce Sázavka</w:t>
      </w:r>
    </w:p>
    <w:p w:rsidR="008825D0" w:rsidRDefault="008825D0" w:rsidP="00DB5F50">
      <w:pPr>
        <w:spacing w:after="0" w:line="240" w:lineRule="auto"/>
        <w:rPr>
          <w:b/>
        </w:rPr>
      </w:pPr>
    </w:p>
    <w:p w:rsidR="008825D0" w:rsidRDefault="008825D0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507545" w:rsidRPr="00507545" w:rsidRDefault="008825D0" w:rsidP="00507545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Připomínky</w:t>
      </w:r>
      <w:r w:rsidR="00E12C12">
        <w:rPr>
          <w:rFonts w:ascii="Calibri" w:eastAsia="Calibri" w:hAnsi="Calibri" w:cs="Times New Roman"/>
          <w:sz w:val="22"/>
          <w:szCs w:val="22"/>
        </w:rPr>
        <w:t xml:space="preserve"> k</w:t>
      </w:r>
      <w:r w:rsidR="00FE70A7">
        <w:rPr>
          <w:rFonts w:ascii="Calibri" w:eastAsia="Calibri" w:hAnsi="Calibri" w:cs="Times New Roman"/>
          <w:sz w:val="22"/>
          <w:szCs w:val="22"/>
        </w:rPr>
        <w:t xml:space="preserve"> </w:t>
      </w:r>
      <w:r w:rsidR="00FF58C5">
        <w:rPr>
          <w:rFonts w:ascii="Calibri" w:eastAsia="Calibri" w:hAnsi="Calibri" w:cs="Times New Roman"/>
          <w:sz w:val="22"/>
          <w:szCs w:val="22"/>
        </w:rPr>
        <w:t>DUSP+PDPS</w:t>
      </w:r>
      <w:r>
        <w:rPr>
          <w:rFonts w:ascii="Calibri" w:eastAsia="Calibri" w:hAnsi="Calibri" w:cs="Times New Roman"/>
          <w:sz w:val="22"/>
          <w:szCs w:val="22"/>
        </w:rPr>
        <w:t>+AD</w:t>
      </w:r>
      <w:r w:rsidR="00DE1E3D">
        <w:rPr>
          <w:rFonts w:ascii="Calibri" w:eastAsia="Calibri" w:hAnsi="Calibri" w:cs="Times New Roman"/>
          <w:sz w:val="22"/>
          <w:szCs w:val="22"/>
        </w:rPr>
        <w:t xml:space="preserve"> stavby</w:t>
      </w:r>
      <w:r>
        <w:rPr>
          <w:rFonts w:ascii="Calibri" w:eastAsia="Calibri" w:hAnsi="Calibri" w:cs="Times New Roman"/>
          <w:sz w:val="22"/>
          <w:szCs w:val="22"/>
        </w:rPr>
        <w:t xml:space="preserve"> </w:t>
      </w:r>
      <w:r w:rsidRPr="008825D0">
        <w:rPr>
          <w:rFonts w:ascii="Calibri" w:eastAsia="Calibri" w:hAnsi="Calibri" w:cs="Times New Roman"/>
          <w:sz w:val="22"/>
          <w:szCs w:val="22"/>
        </w:rPr>
        <w:t>Posun neutrálního pole v zastávce Sázavka</w:t>
      </w:r>
      <w:r w:rsidR="00294BF2">
        <w:rPr>
          <w:rFonts w:ascii="Calibri" w:eastAsia="Calibri" w:hAnsi="Calibri" w:cs="Times New Roman"/>
          <w:sz w:val="22"/>
          <w:szCs w:val="22"/>
        </w:rPr>
        <w:t xml:space="preserve"> přijaté dne </w:t>
      </w:r>
      <w:proofErr w:type="gramStart"/>
      <w:r>
        <w:rPr>
          <w:rFonts w:ascii="Calibri" w:eastAsia="Calibri" w:hAnsi="Calibri" w:cs="Times New Roman"/>
          <w:sz w:val="22"/>
          <w:szCs w:val="22"/>
        </w:rPr>
        <w:t>20.12</w:t>
      </w:r>
      <w:r w:rsidR="00294BF2">
        <w:rPr>
          <w:rFonts w:ascii="Calibri" w:eastAsia="Calibri" w:hAnsi="Calibri" w:cs="Times New Roman"/>
          <w:sz w:val="22"/>
          <w:szCs w:val="22"/>
        </w:rPr>
        <w:t>.2022</w:t>
      </w:r>
      <w:proofErr w:type="gramEnd"/>
      <w:r>
        <w:rPr>
          <w:rFonts w:ascii="Calibri" w:eastAsia="Calibri" w:hAnsi="Calibri" w:cs="Times New Roman"/>
          <w:sz w:val="22"/>
          <w:szCs w:val="22"/>
        </w:rPr>
        <w:t>.</w:t>
      </w:r>
    </w:p>
    <w:p w:rsidR="008F711A" w:rsidRDefault="008F711A" w:rsidP="00DB5F50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</w:p>
    <w:p w:rsidR="00CF5CB4" w:rsidRDefault="00CF5CB4" w:rsidP="00DB5F50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</w:p>
    <w:p w:rsidR="00507545" w:rsidRPr="00751C99" w:rsidRDefault="00FE70A7" w:rsidP="00507545">
      <w:pPr>
        <w:spacing w:after="0"/>
        <w:rPr>
          <w:rFonts w:ascii="Calibri" w:hAnsi="Calibri" w:cs="Calibri"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  <w:u w:val="single"/>
        </w:rPr>
        <w:t>Vyjádření</w:t>
      </w:r>
      <w:r w:rsidR="00507545" w:rsidRPr="00751C99">
        <w:rPr>
          <w:rFonts w:ascii="Calibri" w:eastAsia="Calibri" w:hAnsi="Calibri" w:cs="Calibri"/>
          <w:b/>
          <w:bCs/>
          <w:sz w:val="20"/>
          <w:szCs w:val="20"/>
          <w:u w:val="single"/>
        </w:rPr>
        <w:t xml:space="preserve"> Odd. </w:t>
      </w:r>
      <w:proofErr w:type="gramStart"/>
      <w:r w:rsidR="00507545" w:rsidRPr="00751C99">
        <w:rPr>
          <w:rFonts w:ascii="Calibri" w:eastAsia="Calibri" w:hAnsi="Calibri" w:cs="Calibri"/>
          <w:b/>
          <w:bCs/>
          <w:sz w:val="20"/>
          <w:szCs w:val="20"/>
          <w:u w:val="single"/>
        </w:rPr>
        <w:t>geodézie</w:t>
      </w:r>
      <w:proofErr w:type="gramEnd"/>
      <w:r w:rsidR="00507545" w:rsidRPr="00751C99">
        <w:rPr>
          <w:rFonts w:ascii="Calibri" w:eastAsia="Calibri" w:hAnsi="Calibri" w:cs="Calibri"/>
          <w:b/>
          <w:bCs/>
          <w:sz w:val="20"/>
          <w:szCs w:val="20"/>
          <w:u w:val="single"/>
        </w:rPr>
        <w:t xml:space="preserve"> staveb :</w:t>
      </w:r>
      <w:r w:rsidR="00507545" w:rsidRPr="00751C99">
        <w:rPr>
          <w:rFonts w:ascii="Calibri" w:eastAsia="Calibri" w:hAnsi="Calibri" w:cs="Calibri"/>
          <w:bCs/>
          <w:sz w:val="20"/>
          <w:szCs w:val="20"/>
        </w:rPr>
        <w:t xml:space="preserve"> </w:t>
      </w:r>
      <w:r w:rsidR="00507545" w:rsidRPr="00751C99">
        <w:rPr>
          <w:rFonts w:ascii="Calibri" w:hAnsi="Calibri" w:cs="Calibri"/>
          <w:sz w:val="20"/>
          <w:szCs w:val="20"/>
        </w:rPr>
        <w:t xml:space="preserve">(Ing. J. Ondruška, </w:t>
      </w:r>
      <w:hyperlink r:id="rId11" w:history="1">
        <w:r w:rsidR="00FA4757" w:rsidRPr="005B39DE">
          <w:rPr>
            <w:rStyle w:val="Hypertextovodkaz"/>
            <w:rFonts w:ascii="Calibri" w:hAnsi="Calibri" w:cs="Calibri"/>
            <w:sz w:val="20"/>
            <w:szCs w:val="20"/>
          </w:rPr>
          <w:t>OndruskaJ</w:t>
        </w:r>
        <w:r w:rsidR="00FA4757" w:rsidRPr="00EF26E2">
          <w:rPr>
            <w:rStyle w:val="Hypertextovodkaz"/>
            <w:rFonts w:ascii="Calibri" w:hAnsi="Calibri" w:cs="Calibri"/>
            <w:sz w:val="20"/>
            <w:szCs w:val="20"/>
          </w:rPr>
          <w:t>@</w:t>
        </w:r>
        <w:r w:rsidR="00FA4757" w:rsidRPr="005B39DE">
          <w:rPr>
            <w:rStyle w:val="Hypertextovodkaz"/>
            <w:rFonts w:ascii="Calibri" w:hAnsi="Calibri" w:cs="Calibri"/>
            <w:sz w:val="20"/>
            <w:szCs w:val="20"/>
          </w:rPr>
          <w:t>spravazeleznic.cz</w:t>
        </w:r>
      </w:hyperlink>
      <w:r w:rsidR="00507545" w:rsidRPr="00751C99">
        <w:rPr>
          <w:rFonts w:ascii="Calibri" w:hAnsi="Calibri" w:cs="Calibri"/>
          <w:sz w:val="20"/>
          <w:szCs w:val="20"/>
        </w:rPr>
        <w:t xml:space="preserve"> , +420 </w:t>
      </w:r>
      <w:r w:rsidR="00FA4757">
        <w:rPr>
          <w:rFonts w:ascii="Calibri" w:hAnsi="Calibri" w:cs="Calibri"/>
          <w:sz w:val="20"/>
          <w:szCs w:val="20"/>
        </w:rPr>
        <w:t>702 122 652</w:t>
      </w:r>
      <w:r w:rsidR="00507545" w:rsidRPr="00751C99">
        <w:rPr>
          <w:rFonts w:ascii="Calibri" w:hAnsi="Calibri" w:cs="Calibri"/>
          <w:sz w:val="20"/>
          <w:szCs w:val="20"/>
        </w:rPr>
        <w:t xml:space="preserve">) </w:t>
      </w:r>
    </w:p>
    <w:p w:rsidR="00294BF2" w:rsidRDefault="008825D0" w:rsidP="00294BF2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Neobsahuje Geodetickou dokumentaci</w:t>
      </w:r>
      <w:r w:rsidR="00294BF2"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 xml:space="preserve"> Třeba doplnit.</w:t>
      </w:r>
    </w:p>
    <w:p w:rsidR="008825D0" w:rsidRDefault="008825D0" w:rsidP="00294BF2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Ing. </w:t>
      </w:r>
      <w:proofErr w:type="spellStart"/>
      <w:r>
        <w:rPr>
          <w:rFonts w:ascii="Calibri" w:eastAsia="Calibri" w:hAnsi="Calibri" w:cs="Calibri"/>
          <w:sz w:val="20"/>
          <w:szCs w:val="20"/>
        </w:rPr>
        <w:t>Baranci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(</w:t>
      </w:r>
      <w:r w:rsidRPr="008825D0">
        <w:rPr>
          <w:rFonts w:ascii="Calibri" w:eastAsia="Calibri" w:hAnsi="Calibri" w:cs="Calibri"/>
          <w:sz w:val="20"/>
          <w:szCs w:val="20"/>
        </w:rPr>
        <w:t xml:space="preserve">ENPRO </w:t>
      </w:r>
      <w:proofErr w:type="spellStart"/>
      <w:r w:rsidRPr="008825D0">
        <w:rPr>
          <w:rFonts w:ascii="Calibri" w:eastAsia="Calibri" w:hAnsi="Calibri" w:cs="Calibri"/>
          <w:sz w:val="20"/>
          <w:szCs w:val="20"/>
        </w:rPr>
        <w:t>Energo</w:t>
      </w:r>
      <w:proofErr w:type="spellEnd"/>
      <w:r w:rsidRPr="008825D0">
        <w:rPr>
          <w:rFonts w:ascii="Calibri" w:eastAsia="Calibri" w:hAnsi="Calibri" w:cs="Calibri"/>
          <w:sz w:val="20"/>
          <w:szCs w:val="20"/>
        </w:rPr>
        <w:t xml:space="preserve"> s.r.o.</w:t>
      </w:r>
      <w:r>
        <w:rPr>
          <w:rFonts w:ascii="Calibri" w:eastAsia="Calibri" w:hAnsi="Calibri" w:cs="Calibri"/>
          <w:sz w:val="20"/>
          <w:szCs w:val="20"/>
        </w:rPr>
        <w:t xml:space="preserve">) mailem ze dne </w:t>
      </w:r>
      <w:proofErr w:type="gramStart"/>
      <w:r>
        <w:rPr>
          <w:rFonts w:ascii="Calibri" w:eastAsia="Calibri" w:hAnsi="Calibri" w:cs="Calibri"/>
          <w:sz w:val="20"/>
          <w:szCs w:val="20"/>
        </w:rPr>
        <w:t>2.1.2023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vysvětleno co GD obsahuje, s odkazem na Směrnici SŽ SM011, </w:t>
      </w:r>
      <w:proofErr w:type="spellStart"/>
      <w:r>
        <w:rPr>
          <w:rFonts w:ascii="Calibri" w:eastAsia="Calibri" w:hAnsi="Calibri" w:cs="Calibri"/>
          <w:sz w:val="20"/>
          <w:szCs w:val="20"/>
        </w:rPr>
        <w:t>SoD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a ZTP.</w:t>
      </w:r>
    </w:p>
    <w:p w:rsidR="008825D0" w:rsidRDefault="008825D0" w:rsidP="00294BF2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:rsidR="003147ED" w:rsidRDefault="003147ED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F058D8" w:rsidRDefault="00F058D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520EF0" w:rsidRPr="00F058D8" w:rsidRDefault="00F058D8" w:rsidP="00DB5F50">
      <w:pPr>
        <w:spacing w:after="0" w:line="240" w:lineRule="auto"/>
        <w:rPr>
          <w:rFonts w:eastAsia="Calibri" w:cs="Times New Roman"/>
          <w:b/>
        </w:rPr>
      </w:pPr>
      <w:r w:rsidRPr="00F058D8">
        <w:rPr>
          <w:rFonts w:eastAsia="Calibri" w:cs="Times New Roman"/>
          <w:b/>
        </w:rPr>
        <w:t xml:space="preserve">Na základě vyjádření správců předávaná dokumentace </w:t>
      </w:r>
      <w:r w:rsidR="008825D0">
        <w:rPr>
          <w:rFonts w:eastAsia="Calibri" w:cs="Times New Roman"/>
          <w:b/>
        </w:rPr>
        <w:t>ne</w:t>
      </w:r>
      <w:r w:rsidRPr="00F058D8">
        <w:rPr>
          <w:rFonts w:eastAsia="Calibri" w:cs="Times New Roman"/>
          <w:b/>
        </w:rPr>
        <w:t>splňuje TKP staveb státních drah a Směrnici SŽDC č. 117.</w:t>
      </w:r>
    </w:p>
    <w:p w:rsidR="00B35E8E" w:rsidRDefault="00B35E8E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6E0046" w:rsidRDefault="006E0046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CF5CB4" w:rsidRDefault="00CF5CB4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737678" w:rsidRDefault="00737678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836949" w:rsidRDefault="00836949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836949" w:rsidRDefault="00836949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836949" w:rsidRDefault="00836949" w:rsidP="00DB5F50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:rsidR="003147ED" w:rsidRPr="000F2A64" w:rsidRDefault="003147ED" w:rsidP="00DB5F50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p w:rsidR="003E3B2C" w:rsidRPr="00DF7C3A" w:rsidRDefault="003E3B2C" w:rsidP="003E3B2C">
      <w:pPr>
        <w:autoSpaceDE w:val="0"/>
        <w:autoSpaceDN w:val="0"/>
        <w:spacing w:after="0"/>
        <w:rPr>
          <w:rFonts w:ascii="Verdana" w:eastAsia="Calibri" w:hAnsi="Verdana" w:cs="Times New Roman"/>
          <w:b/>
          <w:bCs/>
          <w:color w:val="002B59"/>
          <w:lang w:eastAsia="cs-CZ"/>
        </w:rPr>
      </w:pPr>
      <w:r w:rsidRPr="00DF7C3A">
        <w:rPr>
          <w:rFonts w:ascii="Verdana" w:eastAsia="Calibri" w:hAnsi="Verdana" w:cs="Times New Roman"/>
          <w:b/>
          <w:bCs/>
          <w:color w:val="002B59"/>
          <w:lang w:eastAsia="cs-CZ"/>
        </w:rPr>
        <w:t xml:space="preserve">Ing. Jan </w:t>
      </w:r>
      <w:r w:rsidR="00FC3BC6" w:rsidRPr="00DF7C3A">
        <w:rPr>
          <w:rFonts w:ascii="Verdana" w:eastAsia="Calibri" w:hAnsi="Verdana" w:cs="Times New Roman"/>
          <w:b/>
          <w:bCs/>
          <w:color w:val="002B59"/>
          <w:lang w:eastAsia="cs-CZ"/>
        </w:rPr>
        <w:t>Ondruška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 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b/>
          <w:bCs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b/>
          <w:bCs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b/>
          <w:bCs/>
          <w:color w:val="002B59"/>
          <w:sz w:val="16"/>
          <w:szCs w:val="16"/>
          <w:lang w:eastAsia="cs-CZ"/>
        </w:rPr>
        <w:t>Správa železniční geodézie</w:t>
      </w:r>
    </w:p>
    <w:p w:rsidR="003E3B2C" w:rsidRPr="003E3B2C" w:rsidRDefault="003E3B2C" w:rsidP="003E3B2C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r w:rsidRPr="003E3B2C">
        <w:rPr>
          <w:rFonts w:ascii="Verdana" w:eastAsia="Calibri" w:hAnsi="Verdana" w:cs="Times New Roman"/>
          <w:color w:val="002B59"/>
          <w:sz w:val="16"/>
          <w:szCs w:val="16"/>
          <w:lang w:eastAsia="cs-CZ"/>
        </w:rPr>
        <w:t> </w:t>
      </w:r>
    </w:p>
    <w:p w:rsidR="003E3B2C" w:rsidRPr="00DF7C3A" w:rsidRDefault="00751C99" w:rsidP="003E3B2C">
      <w:pPr>
        <w:spacing w:after="0"/>
        <w:rPr>
          <w:rFonts w:ascii="Verdana" w:eastAsia="Calibri" w:hAnsi="Verdana" w:cs="Times New Roman"/>
          <w:color w:val="002B59"/>
          <w:sz w:val="14"/>
          <w:szCs w:val="14"/>
          <w:lang w:eastAsia="cs-CZ"/>
        </w:rPr>
      </w:pP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R</w:t>
      </w:r>
      <w:r w:rsidR="003E3B2C"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 xml:space="preserve">P Brno, oddělení geodézie </w:t>
      </w:r>
      <w:r w:rsidR="000D4072"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III</w:t>
      </w:r>
    </w:p>
    <w:p w:rsidR="003E3B2C" w:rsidRPr="00DF7C3A" w:rsidRDefault="003E3B2C" w:rsidP="003E3B2C">
      <w:pPr>
        <w:spacing w:after="0"/>
        <w:rPr>
          <w:rFonts w:ascii="Verdana" w:eastAsia="Calibri" w:hAnsi="Verdana" w:cs="Times New Roman"/>
          <w:color w:val="002B59"/>
          <w:sz w:val="14"/>
          <w:szCs w:val="14"/>
          <w:lang w:eastAsia="cs-CZ"/>
        </w:rPr>
      </w:pP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 </w:t>
      </w:r>
    </w:p>
    <w:p w:rsidR="003E3B2C" w:rsidRPr="00DF7C3A" w:rsidRDefault="00FC3BC6" w:rsidP="003E3B2C">
      <w:pPr>
        <w:spacing w:after="0"/>
        <w:rPr>
          <w:rFonts w:ascii="Verdana" w:eastAsia="Calibri" w:hAnsi="Verdana" w:cs="Times New Roman"/>
          <w:color w:val="002B59"/>
          <w:sz w:val="14"/>
          <w:szCs w:val="14"/>
          <w:lang w:eastAsia="cs-CZ"/>
        </w:rPr>
      </w:pP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Lazaretní 11</w:t>
      </w:r>
      <w:r w:rsidR="003E3B2C"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 xml:space="preserve">, </w:t>
      </w: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615 00 Brno</w:t>
      </w:r>
    </w:p>
    <w:p w:rsidR="003E3B2C" w:rsidRPr="00DF7C3A" w:rsidRDefault="003E3B2C" w:rsidP="003E3B2C">
      <w:pPr>
        <w:spacing w:after="0"/>
        <w:rPr>
          <w:rFonts w:ascii="Verdana" w:eastAsia="Calibri" w:hAnsi="Verdana" w:cs="Times New Roman"/>
          <w:color w:val="002B59"/>
          <w:sz w:val="14"/>
          <w:szCs w:val="14"/>
          <w:lang w:eastAsia="cs-CZ"/>
        </w:rPr>
      </w:pP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T</w:t>
      </w: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 </w:t>
      </w: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972</w:t>
      </w:r>
      <w:r w:rsidR="00FC3BC6"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 624 535</w:t>
      </w:r>
    </w:p>
    <w:p w:rsidR="003E3B2C" w:rsidRPr="00DF7C3A" w:rsidRDefault="003E3B2C" w:rsidP="003E3B2C">
      <w:pPr>
        <w:spacing w:after="0"/>
        <w:rPr>
          <w:rFonts w:ascii="Verdana" w:eastAsia="Calibri" w:hAnsi="Verdana" w:cs="Times New Roman"/>
          <w:color w:val="002B59"/>
          <w:sz w:val="14"/>
          <w:szCs w:val="14"/>
          <w:lang w:eastAsia="cs-CZ"/>
        </w:rPr>
      </w:pP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M</w:t>
      </w: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 </w:t>
      </w:r>
      <w:r w:rsidR="00FC3BC6"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702 122 652</w:t>
      </w:r>
    </w:p>
    <w:p w:rsidR="003E3B2C" w:rsidRPr="00DF7C3A" w:rsidRDefault="003E3B2C" w:rsidP="003E3B2C">
      <w:pPr>
        <w:spacing w:after="0"/>
        <w:rPr>
          <w:rFonts w:ascii="Verdana" w:eastAsia="Calibri" w:hAnsi="Verdana" w:cs="Times New Roman"/>
          <w:color w:val="002B59"/>
          <w:sz w:val="14"/>
          <w:szCs w:val="14"/>
          <w:lang w:eastAsia="cs-CZ"/>
        </w:rPr>
      </w:pP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E</w:t>
      </w: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 </w:t>
      </w:r>
      <w:r w:rsidR="00FC3BC6"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Ondruska</w:t>
      </w:r>
      <w:r w:rsidR="00D03326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J</w:t>
      </w:r>
      <w:r w:rsidRPr="00DF7C3A">
        <w:rPr>
          <w:rFonts w:ascii="Verdana" w:eastAsia="Calibri" w:hAnsi="Verdana" w:cs="Times New Roman"/>
          <w:color w:val="002B59"/>
          <w:sz w:val="14"/>
          <w:szCs w:val="14"/>
          <w:lang w:eastAsia="cs-CZ"/>
        </w:rPr>
        <w:t>@spravazeleznic.cz</w:t>
      </w:r>
    </w:p>
    <w:p w:rsidR="00E6111B" w:rsidRPr="008F711A" w:rsidRDefault="00822DE2" w:rsidP="008F711A">
      <w:pPr>
        <w:spacing w:after="0"/>
        <w:rPr>
          <w:rFonts w:ascii="Verdana" w:eastAsia="Calibri" w:hAnsi="Verdana" w:cs="Times New Roman"/>
          <w:color w:val="002B59"/>
          <w:sz w:val="16"/>
          <w:szCs w:val="16"/>
          <w:lang w:eastAsia="cs-CZ"/>
        </w:rPr>
      </w:pPr>
      <w:hyperlink r:id="rId12" w:history="1">
        <w:r w:rsidR="003E3B2C" w:rsidRPr="00DF7C3A">
          <w:rPr>
            <w:rFonts w:ascii="Verdana" w:eastAsia="Calibri" w:hAnsi="Verdana" w:cs="Times New Roman"/>
            <w:color w:val="002B59"/>
            <w:sz w:val="14"/>
            <w:szCs w:val="14"/>
            <w:lang w:eastAsia="cs-CZ"/>
          </w:rPr>
          <w:t>spravazeleznic.cz</w:t>
        </w:r>
      </w:hyperlink>
    </w:p>
    <w:sectPr w:rsidR="00E6111B" w:rsidRPr="008F711A" w:rsidSect="00FF2595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3D4" w:rsidRDefault="00B653D4" w:rsidP="00962258">
      <w:pPr>
        <w:spacing w:after="0" w:line="240" w:lineRule="auto"/>
      </w:pPr>
      <w:r>
        <w:separator/>
      </w:r>
    </w:p>
  </w:endnote>
  <w:endnote w:type="continuationSeparator" w:id="0">
    <w:p w:rsidR="00B653D4" w:rsidRDefault="00B653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E22C44" w:rsidTr="00427816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22C44" w:rsidRPr="00B8518B" w:rsidRDefault="00E22C4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5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5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</w:tcPr>
        <w:p w:rsidR="00E22C44" w:rsidRDefault="00E22C44" w:rsidP="00E22C44">
          <w:pPr>
            <w:pStyle w:val="Zpat"/>
          </w:pPr>
          <w:r>
            <w:t>Správa železnic, státní organizace</w:t>
          </w:r>
        </w:p>
        <w:p w:rsidR="00E22C44" w:rsidRDefault="00E22C44" w:rsidP="00E22C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:rsidR="00E22C44" w:rsidRDefault="00E22C44" w:rsidP="00E22C44">
          <w:pPr>
            <w:pStyle w:val="Zpat"/>
          </w:pPr>
          <w:r>
            <w:t>Sídlo: Dlážděná 1003/7, 110 00 Praha 1</w:t>
          </w:r>
        </w:p>
        <w:p w:rsidR="00E22C44" w:rsidRDefault="00E22C44" w:rsidP="00E22C44">
          <w:pPr>
            <w:pStyle w:val="Zpat"/>
          </w:pPr>
          <w:r>
            <w:t>IČ: 709 94 234 DIČ: CZ 709 94 234</w:t>
          </w:r>
        </w:p>
        <w:p w:rsidR="00E22C44" w:rsidRDefault="00E22C44" w:rsidP="00E22C44">
          <w:pPr>
            <w:pStyle w:val="Zpat"/>
          </w:pPr>
          <w:r>
            <w:t>www.szdc.cz</w:t>
          </w:r>
        </w:p>
      </w:tc>
      <w:tc>
        <w:tcPr>
          <w:tcW w:w="3458" w:type="dxa"/>
        </w:tcPr>
        <w:p w:rsidR="00E22C44" w:rsidRPr="00B45E9E" w:rsidRDefault="00E22C44" w:rsidP="00E22C44">
          <w:pPr>
            <w:pStyle w:val="Zpat"/>
            <w:rPr>
              <w:b/>
            </w:rPr>
          </w:pPr>
          <w:r w:rsidRPr="00B45E9E">
            <w:rPr>
              <w:b/>
            </w:rPr>
            <w:t>Správa železniční geodézie</w:t>
          </w:r>
        </w:p>
        <w:p w:rsidR="00E22C44" w:rsidRPr="00B45E9E" w:rsidRDefault="00E22C44" w:rsidP="00E22C44">
          <w:pPr>
            <w:pStyle w:val="Zpat"/>
            <w:rPr>
              <w:b/>
            </w:rPr>
          </w:pPr>
          <w:r>
            <w:rPr>
              <w:b/>
            </w:rPr>
            <w:t>Václavkova 169/1</w:t>
          </w:r>
        </w:p>
        <w:p w:rsidR="00E22C44" w:rsidRDefault="00E22C44" w:rsidP="00E22C44">
          <w:pPr>
            <w:pStyle w:val="Zpat"/>
          </w:pPr>
          <w:r>
            <w:rPr>
              <w:b/>
            </w:rPr>
            <w:t>160 00 Praha 6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B8518B">
          <w:pPr>
            <w:pStyle w:val="Zpat"/>
          </w:pPr>
        </w:p>
      </w:tc>
      <w:tc>
        <w:tcPr>
          <w:tcW w:w="2921" w:type="dxa"/>
        </w:tcPr>
        <w:p w:rsidR="00E22C44" w:rsidRDefault="00E22C44" w:rsidP="00D831A3">
          <w:pPr>
            <w:pStyle w:val="Zpat"/>
          </w:pPr>
        </w:p>
      </w:tc>
    </w:tr>
  </w:tbl>
  <w:p w:rsidR="00E22C44" w:rsidRPr="00B8518B" w:rsidRDefault="00E22C4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C8A0A0" wp14:editId="00C706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1022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52FC54" wp14:editId="00A709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EB4D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2C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22C44" w:rsidRPr="00B8518B" w:rsidRDefault="00E22C44" w:rsidP="008F711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822D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8F711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460660">
          <w:pPr>
            <w:pStyle w:val="Zpat"/>
          </w:pPr>
          <w:r>
            <w:t>Správa železnic, státní organizace</w:t>
          </w:r>
        </w:p>
        <w:p w:rsidR="00E22C44" w:rsidRDefault="00E22C44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460660">
          <w:pPr>
            <w:pStyle w:val="Zpat"/>
          </w:pPr>
          <w:r>
            <w:t>Sídlo: Dlážděná 1003/7, 110 00 Praha 1</w:t>
          </w:r>
        </w:p>
        <w:p w:rsidR="00E22C44" w:rsidRDefault="00E22C44" w:rsidP="00460660">
          <w:pPr>
            <w:pStyle w:val="Zpat"/>
          </w:pPr>
          <w:r>
            <w:t>IČ: 709 94 234 DIČ: CZ 709 94 234</w:t>
          </w:r>
        </w:p>
        <w:p w:rsidR="00E22C44" w:rsidRDefault="00E22C44" w:rsidP="005D4C0B">
          <w:pPr>
            <w:pStyle w:val="Zpat"/>
          </w:pPr>
          <w:r>
            <w:t>www.s</w:t>
          </w:r>
          <w:r w:rsidR="005D4C0B">
            <w:t>pravazeleznic</w:t>
          </w:r>
          <w:r>
            <w:t>.cz</w:t>
          </w:r>
        </w:p>
      </w:tc>
      <w:tc>
        <w:tcPr>
          <w:tcW w:w="2921" w:type="dxa"/>
        </w:tcPr>
        <w:p w:rsidR="00E22C44" w:rsidRPr="00B45E9E" w:rsidRDefault="00E22C44" w:rsidP="00B45E9E">
          <w:pPr>
            <w:pStyle w:val="Zpat"/>
            <w:rPr>
              <w:b/>
            </w:rPr>
          </w:pPr>
          <w:r w:rsidRPr="00B45E9E">
            <w:rPr>
              <w:b/>
            </w:rPr>
            <w:t>Správa železniční geodézie</w:t>
          </w:r>
        </w:p>
        <w:p w:rsidR="00E22C44" w:rsidRPr="00B45E9E" w:rsidRDefault="00E22C44" w:rsidP="00B45E9E">
          <w:pPr>
            <w:pStyle w:val="Zpat"/>
            <w:rPr>
              <w:b/>
            </w:rPr>
          </w:pPr>
          <w:r>
            <w:rPr>
              <w:b/>
            </w:rPr>
            <w:t>Václavkova 169/1</w:t>
          </w:r>
        </w:p>
        <w:p w:rsidR="00E22C44" w:rsidRDefault="00E22C44" w:rsidP="00B45E9E">
          <w:pPr>
            <w:pStyle w:val="Zpat"/>
          </w:pPr>
          <w:r>
            <w:rPr>
              <w:b/>
            </w:rPr>
            <w:t>160 00 Praha 6</w:t>
          </w:r>
        </w:p>
      </w:tc>
    </w:tr>
  </w:tbl>
  <w:p w:rsidR="00E22C44" w:rsidRPr="00B8518B" w:rsidRDefault="00E22C4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4E59E789" wp14:editId="6A145C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ED44C9" id="Straight Connector 7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A38BDE0" wp14:editId="5DD903F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3C50A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E22C44" w:rsidRPr="00460660" w:rsidRDefault="00E22C4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3D4" w:rsidRDefault="00B653D4" w:rsidP="00962258">
      <w:pPr>
        <w:spacing w:after="0" w:line="240" w:lineRule="auto"/>
      </w:pPr>
      <w:r>
        <w:separator/>
      </w:r>
    </w:p>
  </w:footnote>
  <w:footnote w:type="continuationSeparator" w:id="0">
    <w:p w:rsidR="00B653D4" w:rsidRDefault="00B653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2C4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E22C44" w:rsidRPr="00B8518B" w:rsidRDefault="00E22C4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22C44" w:rsidRDefault="00E22C4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22C44" w:rsidRPr="00D6163D" w:rsidRDefault="00E22C44" w:rsidP="00D6163D">
          <w:pPr>
            <w:pStyle w:val="Druhdokumentu"/>
          </w:pPr>
        </w:p>
      </w:tc>
    </w:tr>
  </w:tbl>
  <w:p w:rsidR="00E22C44" w:rsidRPr="00D6163D" w:rsidRDefault="00E22C4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2C44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22C44" w:rsidRPr="00B8518B" w:rsidRDefault="00E22C4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1457176C" wp14:editId="6C2A34D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A10DD24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22C44" w:rsidRPr="00D6163D" w:rsidRDefault="00E22C44" w:rsidP="00FC6389">
          <w:pPr>
            <w:pStyle w:val="Druhdokumentu"/>
          </w:pPr>
        </w:p>
      </w:tc>
    </w:tr>
    <w:tr w:rsidR="00E22C44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E22C44" w:rsidRPr="00B8518B" w:rsidRDefault="00E22C4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22C44" w:rsidRDefault="00E22C44" w:rsidP="00FC6389">
          <w:pPr>
            <w:pStyle w:val="Druhdokumentu"/>
            <w:rPr>
              <w:noProof/>
            </w:rPr>
          </w:pPr>
        </w:p>
      </w:tc>
    </w:tr>
  </w:tbl>
  <w:p w:rsidR="00E22C44" w:rsidRPr="00D6163D" w:rsidRDefault="00E22C44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2A3B100D" wp14:editId="36E38FA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9EB7F2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80768" behindDoc="0" locked="1" layoutInCell="1" allowOverlap="1" wp14:anchorId="530BA83A" wp14:editId="0141A4BF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22C44" w:rsidRPr="00460660" w:rsidRDefault="00E22C4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C2616D5"/>
    <w:multiLevelType w:val="hybridMultilevel"/>
    <w:tmpl w:val="222C372A"/>
    <w:lvl w:ilvl="0" w:tplc="96BC3394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8D"/>
    <w:rsid w:val="00002BA9"/>
    <w:rsid w:val="00033432"/>
    <w:rsid w:val="00034918"/>
    <w:rsid w:val="00054F4C"/>
    <w:rsid w:val="000716FB"/>
    <w:rsid w:val="00072C1E"/>
    <w:rsid w:val="000811AD"/>
    <w:rsid w:val="000B7907"/>
    <w:rsid w:val="000D4072"/>
    <w:rsid w:val="000E7534"/>
    <w:rsid w:val="000F2A64"/>
    <w:rsid w:val="00103D3F"/>
    <w:rsid w:val="00114472"/>
    <w:rsid w:val="00140C50"/>
    <w:rsid w:val="0014154A"/>
    <w:rsid w:val="001451AD"/>
    <w:rsid w:val="00161F4F"/>
    <w:rsid w:val="00170EC5"/>
    <w:rsid w:val="001747C1"/>
    <w:rsid w:val="001759EC"/>
    <w:rsid w:val="00180CA2"/>
    <w:rsid w:val="0018596A"/>
    <w:rsid w:val="001E7132"/>
    <w:rsid w:val="00207DF5"/>
    <w:rsid w:val="00215434"/>
    <w:rsid w:val="0021756B"/>
    <w:rsid w:val="00224EE1"/>
    <w:rsid w:val="0024216B"/>
    <w:rsid w:val="0026785D"/>
    <w:rsid w:val="002715FF"/>
    <w:rsid w:val="0028758D"/>
    <w:rsid w:val="00294BF2"/>
    <w:rsid w:val="002A6FE2"/>
    <w:rsid w:val="002B736B"/>
    <w:rsid w:val="002C31BF"/>
    <w:rsid w:val="002C5106"/>
    <w:rsid w:val="002D0F8D"/>
    <w:rsid w:val="002D1341"/>
    <w:rsid w:val="002D5B64"/>
    <w:rsid w:val="002E0CD7"/>
    <w:rsid w:val="002F79CE"/>
    <w:rsid w:val="003147ED"/>
    <w:rsid w:val="00326A11"/>
    <w:rsid w:val="00337E0B"/>
    <w:rsid w:val="00357BC6"/>
    <w:rsid w:val="003956C6"/>
    <w:rsid w:val="003B1F17"/>
    <w:rsid w:val="003E3B2C"/>
    <w:rsid w:val="00415995"/>
    <w:rsid w:val="00427816"/>
    <w:rsid w:val="00450F07"/>
    <w:rsid w:val="00452650"/>
    <w:rsid w:val="00453CD3"/>
    <w:rsid w:val="00455BC7"/>
    <w:rsid w:val="00460660"/>
    <w:rsid w:val="00460CCB"/>
    <w:rsid w:val="0046699B"/>
    <w:rsid w:val="00477370"/>
    <w:rsid w:val="00481873"/>
    <w:rsid w:val="00486107"/>
    <w:rsid w:val="00491827"/>
    <w:rsid w:val="004934E7"/>
    <w:rsid w:val="004B09BA"/>
    <w:rsid w:val="004C1BD0"/>
    <w:rsid w:val="004C4399"/>
    <w:rsid w:val="004C69ED"/>
    <w:rsid w:val="004C787C"/>
    <w:rsid w:val="004D3A1A"/>
    <w:rsid w:val="004E088E"/>
    <w:rsid w:val="004E5890"/>
    <w:rsid w:val="004E62AA"/>
    <w:rsid w:val="004F4B9B"/>
    <w:rsid w:val="004F6885"/>
    <w:rsid w:val="00507545"/>
    <w:rsid w:val="00511AB9"/>
    <w:rsid w:val="00520EF0"/>
    <w:rsid w:val="00520F08"/>
    <w:rsid w:val="00523321"/>
    <w:rsid w:val="00523EA7"/>
    <w:rsid w:val="00552484"/>
    <w:rsid w:val="00553375"/>
    <w:rsid w:val="005658A6"/>
    <w:rsid w:val="005736B7"/>
    <w:rsid w:val="00575E5A"/>
    <w:rsid w:val="005963D9"/>
    <w:rsid w:val="00596C7E"/>
    <w:rsid w:val="005A64E9"/>
    <w:rsid w:val="005C2685"/>
    <w:rsid w:val="005D4C0B"/>
    <w:rsid w:val="005D537A"/>
    <w:rsid w:val="005F3398"/>
    <w:rsid w:val="0061068E"/>
    <w:rsid w:val="006527DC"/>
    <w:rsid w:val="00660AD3"/>
    <w:rsid w:val="0069271C"/>
    <w:rsid w:val="006A5570"/>
    <w:rsid w:val="006A689C"/>
    <w:rsid w:val="006B0508"/>
    <w:rsid w:val="006B3D79"/>
    <w:rsid w:val="006C0721"/>
    <w:rsid w:val="006D59C3"/>
    <w:rsid w:val="006E0046"/>
    <w:rsid w:val="006E0578"/>
    <w:rsid w:val="006E05B5"/>
    <w:rsid w:val="006E314D"/>
    <w:rsid w:val="00710723"/>
    <w:rsid w:val="00723ED1"/>
    <w:rsid w:val="00737678"/>
    <w:rsid w:val="00743525"/>
    <w:rsid w:val="00751C99"/>
    <w:rsid w:val="007559B5"/>
    <w:rsid w:val="0076286B"/>
    <w:rsid w:val="007644A5"/>
    <w:rsid w:val="00764595"/>
    <w:rsid w:val="00766846"/>
    <w:rsid w:val="00772289"/>
    <w:rsid w:val="0077673A"/>
    <w:rsid w:val="007846E1"/>
    <w:rsid w:val="00786C5D"/>
    <w:rsid w:val="00787631"/>
    <w:rsid w:val="007B1947"/>
    <w:rsid w:val="007B570C"/>
    <w:rsid w:val="007E4A6E"/>
    <w:rsid w:val="007F56A7"/>
    <w:rsid w:val="00807DD0"/>
    <w:rsid w:val="00813F11"/>
    <w:rsid w:val="00822DE2"/>
    <w:rsid w:val="008311F9"/>
    <w:rsid w:val="00836949"/>
    <w:rsid w:val="00844A01"/>
    <w:rsid w:val="00861EDA"/>
    <w:rsid w:val="00874B17"/>
    <w:rsid w:val="008825D0"/>
    <w:rsid w:val="00885FC0"/>
    <w:rsid w:val="008A3568"/>
    <w:rsid w:val="008D03B9"/>
    <w:rsid w:val="008D3711"/>
    <w:rsid w:val="008D6779"/>
    <w:rsid w:val="008E16E2"/>
    <w:rsid w:val="008F18D6"/>
    <w:rsid w:val="008F711A"/>
    <w:rsid w:val="00903F59"/>
    <w:rsid w:val="00904780"/>
    <w:rsid w:val="00922385"/>
    <w:rsid w:val="009223DF"/>
    <w:rsid w:val="0092598D"/>
    <w:rsid w:val="00936091"/>
    <w:rsid w:val="00940D8A"/>
    <w:rsid w:val="00962258"/>
    <w:rsid w:val="009678B7"/>
    <w:rsid w:val="00972423"/>
    <w:rsid w:val="00982411"/>
    <w:rsid w:val="00992D9C"/>
    <w:rsid w:val="00996CB8"/>
    <w:rsid w:val="009B2E97"/>
    <w:rsid w:val="009B72CC"/>
    <w:rsid w:val="009C6912"/>
    <w:rsid w:val="009D2C51"/>
    <w:rsid w:val="009E07F4"/>
    <w:rsid w:val="009E1481"/>
    <w:rsid w:val="009F07F4"/>
    <w:rsid w:val="009F392E"/>
    <w:rsid w:val="009F751C"/>
    <w:rsid w:val="00A429E1"/>
    <w:rsid w:val="00A44328"/>
    <w:rsid w:val="00A51C32"/>
    <w:rsid w:val="00A53504"/>
    <w:rsid w:val="00A6177B"/>
    <w:rsid w:val="00A6194D"/>
    <w:rsid w:val="00A66134"/>
    <w:rsid w:val="00A66136"/>
    <w:rsid w:val="00AA2855"/>
    <w:rsid w:val="00AA4CBB"/>
    <w:rsid w:val="00AA65FA"/>
    <w:rsid w:val="00AA7351"/>
    <w:rsid w:val="00AD056F"/>
    <w:rsid w:val="00AD3D9A"/>
    <w:rsid w:val="00AD6731"/>
    <w:rsid w:val="00AD69E0"/>
    <w:rsid w:val="00AF66DA"/>
    <w:rsid w:val="00B15D0D"/>
    <w:rsid w:val="00B35E8E"/>
    <w:rsid w:val="00B45E9E"/>
    <w:rsid w:val="00B55F49"/>
    <w:rsid w:val="00B653D4"/>
    <w:rsid w:val="00B75EE1"/>
    <w:rsid w:val="00B77481"/>
    <w:rsid w:val="00B8518B"/>
    <w:rsid w:val="00BB3740"/>
    <w:rsid w:val="00BD7E91"/>
    <w:rsid w:val="00BF180C"/>
    <w:rsid w:val="00BF374D"/>
    <w:rsid w:val="00C02D0A"/>
    <w:rsid w:val="00C03A6E"/>
    <w:rsid w:val="00C44F6A"/>
    <w:rsid w:val="00C76233"/>
    <w:rsid w:val="00C76762"/>
    <w:rsid w:val="00CB5D94"/>
    <w:rsid w:val="00CD1FC4"/>
    <w:rsid w:val="00CE371D"/>
    <w:rsid w:val="00CE3D1C"/>
    <w:rsid w:val="00CE7C81"/>
    <w:rsid w:val="00CF1D7E"/>
    <w:rsid w:val="00CF5CB4"/>
    <w:rsid w:val="00D03326"/>
    <w:rsid w:val="00D061C9"/>
    <w:rsid w:val="00D21061"/>
    <w:rsid w:val="00D21ED8"/>
    <w:rsid w:val="00D2493A"/>
    <w:rsid w:val="00D316A7"/>
    <w:rsid w:val="00D31AF3"/>
    <w:rsid w:val="00D4108E"/>
    <w:rsid w:val="00D6163D"/>
    <w:rsid w:val="00D6271E"/>
    <w:rsid w:val="00D831A3"/>
    <w:rsid w:val="00D94073"/>
    <w:rsid w:val="00DA6FFE"/>
    <w:rsid w:val="00DB5F50"/>
    <w:rsid w:val="00DC3110"/>
    <w:rsid w:val="00DD46F3"/>
    <w:rsid w:val="00DD58A6"/>
    <w:rsid w:val="00DD5DE9"/>
    <w:rsid w:val="00DE1E3D"/>
    <w:rsid w:val="00DE56F2"/>
    <w:rsid w:val="00DF116D"/>
    <w:rsid w:val="00DF7C3A"/>
    <w:rsid w:val="00E12C12"/>
    <w:rsid w:val="00E22C44"/>
    <w:rsid w:val="00E251D4"/>
    <w:rsid w:val="00E47C61"/>
    <w:rsid w:val="00E6111B"/>
    <w:rsid w:val="00E70762"/>
    <w:rsid w:val="00E71414"/>
    <w:rsid w:val="00E73A31"/>
    <w:rsid w:val="00E75A35"/>
    <w:rsid w:val="00E824F1"/>
    <w:rsid w:val="00EB104F"/>
    <w:rsid w:val="00ED14BD"/>
    <w:rsid w:val="00EF26E2"/>
    <w:rsid w:val="00F0535E"/>
    <w:rsid w:val="00F058D8"/>
    <w:rsid w:val="00F07144"/>
    <w:rsid w:val="00F07824"/>
    <w:rsid w:val="00F12DEC"/>
    <w:rsid w:val="00F1715C"/>
    <w:rsid w:val="00F310F8"/>
    <w:rsid w:val="00F35939"/>
    <w:rsid w:val="00F45206"/>
    <w:rsid w:val="00F45607"/>
    <w:rsid w:val="00F5290D"/>
    <w:rsid w:val="00F64786"/>
    <w:rsid w:val="00F659EB"/>
    <w:rsid w:val="00F73BA1"/>
    <w:rsid w:val="00F811B4"/>
    <w:rsid w:val="00F862D6"/>
    <w:rsid w:val="00F86510"/>
    <w:rsid w:val="00F86BA6"/>
    <w:rsid w:val="00FA4757"/>
    <w:rsid w:val="00FC3BC6"/>
    <w:rsid w:val="00FC6389"/>
    <w:rsid w:val="00FD360A"/>
    <w:rsid w:val="00FE2192"/>
    <w:rsid w:val="00FE3C2A"/>
    <w:rsid w:val="00FE70A7"/>
    <w:rsid w:val="00FF2595"/>
    <w:rsid w:val="00FF4959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6F8F7DB"/>
  <w14:defaultImageDpi w14:val="32767"/>
  <w15:docId w15:val="{3D10800E-9E0D-4978-8D78-87FB969B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Sledovanodkaz">
    <w:name w:val="FollowedHyperlink"/>
    <w:basedOn w:val="Standardnpsmoodstavce"/>
    <w:uiPriority w:val="99"/>
    <w:semiHidden/>
    <w:unhideWhenUsed/>
    <w:rsid w:val="00786C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ndruskaJ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kce%202021\&#352;ablona%20Vyj&#225;d&#345;en&#237;%20C.E.Sta._JMA_DS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5B2F44-FD01-4677-9694-0A5E67B1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Vyjádření C.E.Sta._JMA_DSP</Template>
  <TotalTime>302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Jan, Ing.</dc:creator>
  <cp:lastModifiedBy>Ondruška Jan, Ing.</cp:lastModifiedBy>
  <cp:revision>58</cp:revision>
  <cp:lastPrinted>2022-04-13T07:14:00Z</cp:lastPrinted>
  <dcterms:created xsi:type="dcterms:W3CDTF">2021-08-13T12:25:00Z</dcterms:created>
  <dcterms:modified xsi:type="dcterms:W3CDTF">2023-01-04T10:11:00Z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